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0D5F1-29AA-4585-A781-DC56FE926EC6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